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5B9B73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632896">
        <w:rPr>
          <w:b/>
          <w:color w:val="FF5200" w:themeColor="accent2"/>
          <w:sz w:val="36"/>
          <w:szCs w:val="36"/>
        </w:rPr>
        <w:t>„</w:t>
      </w:r>
      <w:r w:rsidR="00966319">
        <w:rPr>
          <w:b/>
          <w:color w:val="FF5200" w:themeColor="accent2"/>
          <w:sz w:val="36"/>
          <w:szCs w:val="36"/>
        </w:rPr>
        <w:t>Zatáčečky univerzální</w:t>
      </w:r>
      <w:r w:rsidR="00632896" w:rsidRPr="00632896">
        <w:rPr>
          <w:b/>
          <w:color w:val="FF5200" w:themeColor="accent2"/>
          <w:sz w:val="36"/>
          <w:szCs w:val="36"/>
        </w:rPr>
        <w:t xml:space="preserve"> 2025</w:t>
      </w:r>
      <w:r w:rsidR="0031280B" w:rsidRPr="0063289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0121C6">
        <w:rPr>
          <w:b/>
          <w:color w:val="FF5200" w:themeColor="accent2"/>
          <w:sz w:val="36"/>
          <w:szCs w:val="36"/>
        </w:rPr>
        <w:t xml:space="preserve">pod </w:t>
      </w:r>
      <w:r w:rsidR="000128D4" w:rsidRPr="000121C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121C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35977/2025-SŽ-GŘ-O8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E891080" w14:textId="0FC89BCE" w:rsidR="0082630B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9244776" w:history="1">
            <w:r w:rsidR="0082630B" w:rsidRPr="003223B8">
              <w:rPr>
                <w:rStyle w:val="Hypertextovodkaz"/>
                <w:noProof/>
              </w:rPr>
              <w:t>Kapitola 1.</w:t>
            </w:r>
            <w:r w:rsidR="0082630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2630B" w:rsidRPr="003223B8">
              <w:rPr>
                <w:rStyle w:val="Hypertextovodkaz"/>
                <w:noProof/>
              </w:rPr>
              <w:t>Základní údaje k nabídce</w:t>
            </w:r>
            <w:r w:rsidR="0082630B">
              <w:rPr>
                <w:noProof/>
                <w:webHidden/>
              </w:rPr>
              <w:tab/>
            </w:r>
            <w:r w:rsidR="0082630B">
              <w:rPr>
                <w:noProof/>
                <w:webHidden/>
              </w:rPr>
              <w:fldChar w:fldCharType="begin"/>
            </w:r>
            <w:r w:rsidR="0082630B">
              <w:rPr>
                <w:noProof/>
                <w:webHidden/>
              </w:rPr>
              <w:instrText xml:space="preserve"> PAGEREF _Toc199244776 \h </w:instrText>
            </w:r>
            <w:r w:rsidR="0082630B">
              <w:rPr>
                <w:noProof/>
                <w:webHidden/>
              </w:rPr>
            </w:r>
            <w:r w:rsidR="0082630B">
              <w:rPr>
                <w:noProof/>
                <w:webHidden/>
              </w:rPr>
              <w:fldChar w:fldCharType="separate"/>
            </w:r>
            <w:r w:rsidR="0082630B">
              <w:rPr>
                <w:noProof/>
                <w:webHidden/>
              </w:rPr>
              <w:t>2</w:t>
            </w:r>
            <w:r w:rsidR="0082630B">
              <w:rPr>
                <w:noProof/>
                <w:webHidden/>
              </w:rPr>
              <w:fldChar w:fldCharType="end"/>
            </w:r>
          </w:hyperlink>
        </w:p>
        <w:p w14:paraId="3B4AC828" w14:textId="1FC08CF0" w:rsidR="0082630B" w:rsidRDefault="0082630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244777" w:history="1">
            <w:r w:rsidRPr="003223B8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223B8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_Toc199244777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ED6F36" w14:textId="3F074B85" w:rsidR="0082630B" w:rsidRDefault="0082630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244778" w:history="1">
            <w:r w:rsidRPr="003223B8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223B8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_Toc199244778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D04BCD" w14:textId="25DE9110" w:rsidR="0082630B" w:rsidRDefault="0082630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244779" w:history="1">
            <w:r w:rsidRPr="003223B8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223B8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_Toc199244779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F8C181" w14:textId="69E8AD1D" w:rsidR="0082630B" w:rsidRDefault="0082630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244780" w:history="1">
            <w:r w:rsidRPr="003223B8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223B8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_Toc199244780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243705" w14:textId="0106C9DA" w:rsidR="0082630B" w:rsidRDefault="0082630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244781" w:history="1">
            <w:r w:rsidRPr="003223B8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223B8">
              <w:rPr>
                <w:rStyle w:val="Hypertextovodkaz"/>
                <w:noProof/>
              </w:rPr>
              <w:t>Čestné</w:t>
            </w:r>
            <w:r w:rsidRPr="003223B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_Toc199244781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5FADC2" w14:textId="7DE9F3AE" w:rsidR="0082630B" w:rsidRDefault="0082630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244782" w:history="1">
            <w:r w:rsidRPr="003223B8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223B8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_Toc199244782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599B78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924477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2733C5F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632896">
        <w:rPr>
          <w:rFonts w:eastAsia="Times New Roman" w:cs="Times New Roman"/>
          <w:lang w:eastAsia="cs-CZ"/>
        </w:rPr>
        <w:t>podlimitní sektorovou veřejnou zakázku</w:t>
      </w:r>
      <w:r w:rsidRPr="00632896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2630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2630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9244777"/>
      <w:r>
        <w:lastRenderedPageBreak/>
        <w:t>Ceník</w:t>
      </w:r>
      <w:bookmarkEnd w:id="1"/>
    </w:p>
    <w:p w14:paraId="3E5E9B0F" w14:textId="4626519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0D4498">
        <w:rPr>
          <w:rStyle w:val="Siln"/>
          <w:b w:val="0"/>
          <w:bCs w:val="0"/>
        </w:rPr>
        <w:t>příloha č.</w:t>
      </w:r>
      <w:r w:rsidR="00E75713" w:rsidRPr="000D4498">
        <w:rPr>
          <w:rStyle w:val="Siln"/>
          <w:b w:val="0"/>
          <w:bCs w:val="0"/>
        </w:rPr>
        <w:t xml:space="preserve"> </w:t>
      </w:r>
      <w:r w:rsidR="00CB72E9" w:rsidRPr="000D4498">
        <w:rPr>
          <w:rStyle w:val="Siln"/>
          <w:b w:val="0"/>
          <w:bCs w:val="0"/>
        </w:rPr>
        <w:t>5</w:t>
      </w:r>
      <w:r w:rsidR="00E75713" w:rsidRPr="000D4498">
        <w:rPr>
          <w:rStyle w:val="Siln"/>
          <w:b w:val="0"/>
          <w:bCs w:val="0"/>
        </w:rPr>
        <w:t xml:space="preserve"> Závazného vzoru smlouvy</w:t>
      </w:r>
      <w:r w:rsidRPr="000D4498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924477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924477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924478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924478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9244782"/>
      <w:r w:rsidRPr="00E85D44">
        <w:t>Čestné prohlášení o splnění technické kvalifikace</w:t>
      </w:r>
      <w:bookmarkEnd w:id="6"/>
    </w:p>
    <w:p w14:paraId="71002640" w14:textId="5E755662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</w:t>
      </w:r>
      <w:r w:rsidR="00CB72E9">
        <w:rPr>
          <w:lang w:eastAsia="cs-CZ"/>
        </w:rPr>
        <w:t xml:space="preserve">realizoval </w:t>
      </w:r>
      <w:r w:rsidR="00E85D44">
        <w:rPr>
          <w:lang w:eastAsia="cs-CZ"/>
        </w:rPr>
        <w:t xml:space="preserve">alespoň </w:t>
      </w:r>
      <w:r w:rsidR="00AA1632">
        <w:rPr>
          <w:lang w:eastAsia="cs-CZ"/>
        </w:rPr>
        <w:t>1</w:t>
      </w:r>
      <w:r w:rsidR="00E85D44" w:rsidRPr="00632896">
        <w:rPr>
          <w:lang w:eastAsia="cs-CZ"/>
        </w:rPr>
        <w:t xml:space="preserve"> významn</w:t>
      </w:r>
      <w:r w:rsidR="00AA1632">
        <w:rPr>
          <w:lang w:eastAsia="cs-CZ"/>
        </w:rPr>
        <w:t>ou</w:t>
      </w:r>
      <w:r w:rsidR="00E85D44" w:rsidRPr="00632896">
        <w:rPr>
          <w:lang w:eastAsia="cs-CZ"/>
        </w:rPr>
        <w:t xml:space="preserve"> dodáv</w:t>
      </w:r>
      <w:r w:rsidR="00632896" w:rsidRPr="00632896">
        <w:rPr>
          <w:lang w:eastAsia="cs-CZ"/>
        </w:rPr>
        <w:t>k</w:t>
      </w:r>
      <w:r w:rsidR="00AA1632">
        <w:rPr>
          <w:lang w:eastAsia="cs-CZ"/>
        </w:rPr>
        <w:t>u</w:t>
      </w:r>
      <w:r w:rsidR="00E85D44">
        <w:rPr>
          <w:lang w:eastAsia="cs-CZ"/>
        </w:rPr>
        <w:t xml:space="preserve"> </w:t>
      </w:r>
      <w:r w:rsidR="006675D9">
        <w:rPr>
          <w:lang w:eastAsia="cs-CZ"/>
        </w:rPr>
        <w:t>definovan</w:t>
      </w:r>
      <w:r w:rsidR="009872E6">
        <w:rPr>
          <w:lang w:eastAsia="cs-CZ"/>
        </w:rPr>
        <w:t>ou</w:t>
      </w:r>
      <w:r w:rsidR="006675D9">
        <w:rPr>
          <w:lang w:eastAsia="cs-CZ"/>
        </w:rPr>
        <w:t xml:space="preserve"> </w:t>
      </w:r>
      <w:r w:rsidR="00E85D44">
        <w:rPr>
          <w:lang w:eastAsia="cs-CZ"/>
        </w:rPr>
        <w:t xml:space="preserve">v čl. </w:t>
      </w:r>
      <w:r w:rsidR="00CB72E9">
        <w:rPr>
          <w:lang w:eastAsia="cs-CZ"/>
        </w:rPr>
        <w:t xml:space="preserve">8.5.1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nabídky </w:t>
      </w:r>
      <w:r w:rsidR="006675D9">
        <w:rPr>
          <w:lang w:eastAsia="cs-CZ"/>
        </w:rPr>
        <w:t xml:space="preserve">v minimální </w:t>
      </w:r>
      <w:r w:rsidR="00E85D44">
        <w:rPr>
          <w:lang w:eastAsia="cs-CZ"/>
        </w:rPr>
        <w:t xml:space="preserve">hodnotě </w:t>
      </w:r>
      <w:r w:rsidR="00966319">
        <w:rPr>
          <w:lang w:eastAsia="cs-CZ"/>
        </w:rPr>
        <w:t>1 5</w:t>
      </w:r>
      <w:r w:rsidR="00AA1632">
        <w:rPr>
          <w:lang w:eastAsia="cs-CZ"/>
        </w:rPr>
        <w:t>0</w:t>
      </w:r>
      <w:r w:rsidR="00632896">
        <w:rPr>
          <w:lang w:eastAsia="cs-CZ"/>
        </w:rPr>
        <w:t>0 000,-</w:t>
      </w:r>
      <w:r w:rsidR="00E85D44">
        <w:rPr>
          <w:lang w:eastAsia="cs-CZ"/>
        </w:rPr>
        <w:t xml:space="preserve"> Kč bez DPH</w:t>
      </w:r>
      <w:r w:rsidR="006675D9" w:rsidRPr="006675D9">
        <w:t xml:space="preserve"> </w:t>
      </w:r>
      <w:r w:rsidR="006675D9" w:rsidRPr="006675D9">
        <w:rPr>
          <w:lang w:eastAsia="cs-CZ"/>
        </w:rPr>
        <w:t>za každou</w:t>
      </w:r>
      <w:r w:rsidR="00CB72E9">
        <w:rPr>
          <w:lang w:eastAsia="cs-CZ"/>
        </w:rPr>
        <w:t xml:space="preserve"> takovou dodávku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02067C8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63A0512" w:rsidR="00E85D44" w:rsidRDefault="00E85D44" w:rsidP="00A30177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AE18432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7BB8571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9872E6" w:rsidRDefault="00E85D44" w:rsidP="00A327CB">
            <w:pPr>
              <w:suppressAutoHyphens/>
              <w:spacing w:line="216" w:lineRule="auto"/>
              <w:rPr>
                <w:rStyle w:val="Siln"/>
                <w:b/>
              </w:rPr>
            </w:pPr>
            <w:r w:rsidRPr="005F34F3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0177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9872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7A774CC" w14:textId="30412D50" w:rsidR="002126E7" w:rsidRPr="00632896" w:rsidRDefault="00F44645" w:rsidP="00F0533E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DC6E7" w14:textId="77777777" w:rsidR="00373C31" w:rsidRDefault="00373C31" w:rsidP="00962258">
      <w:pPr>
        <w:spacing w:after="0" w:line="240" w:lineRule="auto"/>
      </w:pPr>
      <w:r>
        <w:separator/>
      </w:r>
    </w:p>
  </w:endnote>
  <w:endnote w:type="continuationSeparator" w:id="0">
    <w:p w14:paraId="20E536C6" w14:textId="77777777" w:rsidR="00373C31" w:rsidRDefault="00373C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5E61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B2504F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671A3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67915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95A88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CEE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406F7" w14:textId="77777777" w:rsidR="00373C31" w:rsidRDefault="00373C31" w:rsidP="00962258">
      <w:pPr>
        <w:spacing w:after="0" w:line="240" w:lineRule="auto"/>
      </w:pPr>
      <w:r>
        <w:separator/>
      </w:r>
    </w:p>
  </w:footnote>
  <w:footnote w:type="continuationSeparator" w:id="0">
    <w:p w14:paraId="43C84E5A" w14:textId="77777777" w:rsidR="00373C31" w:rsidRDefault="00373C31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3849"/>
    <w:rsid w:val="000121C6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D4498"/>
    <w:rsid w:val="000E23A7"/>
    <w:rsid w:val="000F4649"/>
    <w:rsid w:val="000F7070"/>
    <w:rsid w:val="0010693F"/>
    <w:rsid w:val="00114472"/>
    <w:rsid w:val="00130210"/>
    <w:rsid w:val="0013394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93163"/>
    <w:rsid w:val="001E0266"/>
    <w:rsid w:val="001E4889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81E9C"/>
    <w:rsid w:val="00293E5A"/>
    <w:rsid w:val="002C31BF"/>
    <w:rsid w:val="002D08B1"/>
    <w:rsid w:val="002E0CD7"/>
    <w:rsid w:val="002E63AF"/>
    <w:rsid w:val="002F50CD"/>
    <w:rsid w:val="00304B06"/>
    <w:rsid w:val="0031030C"/>
    <w:rsid w:val="0031280B"/>
    <w:rsid w:val="00321D98"/>
    <w:rsid w:val="003221F2"/>
    <w:rsid w:val="00341DCF"/>
    <w:rsid w:val="003434A5"/>
    <w:rsid w:val="00354C5C"/>
    <w:rsid w:val="00357BC6"/>
    <w:rsid w:val="0036634F"/>
    <w:rsid w:val="00373C31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28EF"/>
    <w:rsid w:val="00523EA7"/>
    <w:rsid w:val="005313D5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5F34F3"/>
    <w:rsid w:val="00607EAC"/>
    <w:rsid w:val="0061068E"/>
    <w:rsid w:val="00613242"/>
    <w:rsid w:val="0062643A"/>
    <w:rsid w:val="00626DB3"/>
    <w:rsid w:val="00632896"/>
    <w:rsid w:val="00633D9C"/>
    <w:rsid w:val="006532C4"/>
    <w:rsid w:val="00654420"/>
    <w:rsid w:val="00660AD3"/>
    <w:rsid w:val="006675D9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2630B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D583E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43EB"/>
    <w:rsid w:val="00936091"/>
    <w:rsid w:val="00940D8A"/>
    <w:rsid w:val="00946D73"/>
    <w:rsid w:val="00962258"/>
    <w:rsid w:val="00966319"/>
    <w:rsid w:val="009678B7"/>
    <w:rsid w:val="009771C9"/>
    <w:rsid w:val="009833E1"/>
    <w:rsid w:val="009872E6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0177"/>
    <w:rsid w:val="00A327CB"/>
    <w:rsid w:val="00A33C75"/>
    <w:rsid w:val="00A6177B"/>
    <w:rsid w:val="00A63D48"/>
    <w:rsid w:val="00A66136"/>
    <w:rsid w:val="00A74632"/>
    <w:rsid w:val="00A92E7F"/>
    <w:rsid w:val="00A93A74"/>
    <w:rsid w:val="00AA1632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D6DAC"/>
    <w:rsid w:val="00B15D0D"/>
    <w:rsid w:val="00B468D2"/>
    <w:rsid w:val="00B66A3E"/>
    <w:rsid w:val="00B75EE1"/>
    <w:rsid w:val="00B77481"/>
    <w:rsid w:val="00B8518B"/>
    <w:rsid w:val="00B87D91"/>
    <w:rsid w:val="00B91D9D"/>
    <w:rsid w:val="00B93EF0"/>
    <w:rsid w:val="00BC7F8D"/>
    <w:rsid w:val="00BD0B61"/>
    <w:rsid w:val="00BD67C9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7607A"/>
    <w:rsid w:val="00C87B78"/>
    <w:rsid w:val="00CA485D"/>
    <w:rsid w:val="00CB72E9"/>
    <w:rsid w:val="00CD1FC4"/>
    <w:rsid w:val="00CF53B5"/>
    <w:rsid w:val="00D040C3"/>
    <w:rsid w:val="00D21061"/>
    <w:rsid w:val="00D247B3"/>
    <w:rsid w:val="00D4108E"/>
    <w:rsid w:val="00D6163D"/>
    <w:rsid w:val="00D66C5A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5333"/>
    <w:rsid w:val="00E36C4A"/>
    <w:rsid w:val="00E4572D"/>
    <w:rsid w:val="00E46950"/>
    <w:rsid w:val="00E6656A"/>
    <w:rsid w:val="00E666DF"/>
    <w:rsid w:val="00E75713"/>
    <w:rsid w:val="00E85D44"/>
    <w:rsid w:val="00EA3B51"/>
    <w:rsid w:val="00EA68D7"/>
    <w:rsid w:val="00EB104F"/>
    <w:rsid w:val="00EC2F44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9</Pages>
  <Words>1242</Words>
  <Characters>7330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3</cp:revision>
  <cp:lastPrinted>2025-05-27T11:26:00Z</cp:lastPrinted>
  <dcterms:created xsi:type="dcterms:W3CDTF">2025-05-27T10:54:00Z</dcterms:created>
  <dcterms:modified xsi:type="dcterms:W3CDTF">2025-05-27T11:26:00Z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